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24" w:space="0" w:color="993366"/>
          <w:left w:val="single" w:sz="24" w:space="0" w:color="993366"/>
          <w:bottom w:val="single" w:sz="24" w:space="0" w:color="993366"/>
          <w:right w:val="single" w:sz="24" w:space="0" w:color="993366"/>
        </w:tblBorders>
        <w:tblLook w:val="01E0"/>
      </w:tblPr>
      <w:tblGrid>
        <w:gridCol w:w="2864"/>
        <w:gridCol w:w="2864"/>
      </w:tblGrid>
      <w:tr w:rsidR="00EF5C0A" w:rsidTr="008F290A">
        <w:tc>
          <w:tcPr>
            <w:tcW w:w="2864" w:type="dxa"/>
            <w:vMerge w:val="restart"/>
            <w:tcBorders>
              <w:top w:val="single" w:sz="24" w:space="0" w:color="993366"/>
              <w:right w:val="single" w:sz="24" w:space="0" w:color="993366"/>
            </w:tcBorders>
          </w:tcPr>
          <w:p w:rsidR="00EF5C0A" w:rsidRPr="005A0CB4" w:rsidRDefault="00EF5C0A">
            <w:pPr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24" w:space="0" w:color="993366"/>
              <w:bottom w:val="nil"/>
            </w:tcBorders>
          </w:tcPr>
          <w:p w:rsidR="00EF5C0A" w:rsidRPr="005A0CB4" w:rsidRDefault="00EF5C0A">
            <w:pPr>
              <w:rPr>
                <w:sz w:val="20"/>
                <w:szCs w:val="20"/>
              </w:rPr>
            </w:pPr>
          </w:p>
        </w:tc>
      </w:tr>
      <w:tr w:rsidR="00EF5C0A" w:rsidTr="008F290A">
        <w:tc>
          <w:tcPr>
            <w:tcW w:w="2864" w:type="dxa"/>
            <w:vMerge/>
            <w:tcBorders/>
          </w:tcPr>
          <w:p w:rsidR="00EF5C0A" w:rsidRPr="005A0CB4" w:rsidRDefault="00EF5C0A">
            <w:pPr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nil"/>
              <w:bottom w:val="nil"/>
            </w:tcBorders>
          </w:tcPr>
          <w:p w:rsidR="00EF5C0A" w:rsidRPr="005A0CB4" w:rsidRDefault="00EF5C0A">
            <w:pPr>
              <w:rPr>
                <w:sz w:val="20"/>
                <w:szCs w:val="20"/>
              </w:rPr>
            </w:pPr>
          </w:p>
        </w:tc>
      </w:tr>
      <w:tr w:rsidR="00EF5C0A" w:rsidTr="008F290A">
        <w:tc>
          <w:tcPr>
            <w:tcW w:w="2864" w:type="dxa"/>
            <w:vMerge/>
            <w:tcBorders>
              <w:bottom w:val="nil"/>
              <w:right w:val="single" w:sz="24" w:space="0" w:color="993366"/>
            </w:tcBorders>
          </w:tcPr>
          <w:p w:rsidR="00EF5C0A" w:rsidRPr="005A0CB4" w:rsidRDefault="00EF5C0A">
            <w:pPr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nil"/>
              <w:bottom w:val="nil"/>
            </w:tcBorders>
          </w:tcPr>
          <w:p w:rsidR="00EF5C0A" w:rsidRPr="005A0CB4" w:rsidRDefault="00EF5C0A">
            <w:pPr>
              <w:rPr>
                <w:sz w:val="20"/>
                <w:szCs w:val="20"/>
              </w:rPr>
            </w:pPr>
          </w:p>
        </w:tc>
      </w:tr>
      <w:tr w:rsidR="00EF5C0A" w:rsidTr="005A0CB4">
        <w:tc>
          <w:tcPr>
            <w:tcW w:w="2864" w:type="dxa"/>
            <w:tcBorders>
              <w:top w:val="nil"/>
              <w:bottom w:val="single" w:sz="24" w:space="0" w:color="993366"/>
            </w:tcBorders>
          </w:tcPr>
          <w:p w:rsidR="00EF5C0A" w:rsidRPr="005A0CB4" w:rsidRDefault="00EF5C0A">
            <w:pPr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nil"/>
              <w:bottom w:val="single" w:sz="24" w:space="0" w:color="993366"/>
            </w:tcBorders>
          </w:tcPr>
          <w:p w:rsidR="00EF5C0A" w:rsidRPr="005A0CB4" w:rsidRDefault="00EF5C0A">
            <w:pPr>
              <w:rPr>
                <w:sz w:val="20"/>
                <w:szCs w:val="20"/>
              </w:rPr>
            </w:pPr>
          </w:p>
        </w:tc>
      </w:tr>
    </w:tbl>
    <w:p w:rsidR="00EF5C0A" w:rsidRDefault="00EF5C0A"/>
    <w:sectPr w:rsidR="00EF5C0A" w:rsidSect="00D311C5">
      <w:pgSz w:w="8392" w:h="5954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DisplayPageBoundaries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1C5"/>
    <w:rsid w:val="005A0CB4"/>
    <w:rsid w:val="008F290A"/>
    <w:rsid w:val="00917051"/>
    <w:rsid w:val="00C74DA0"/>
    <w:rsid w:val="00CE4F45"/>
    <w:rsid w:val="00D311C5"/>
    <w:rsid w:val="00EF5C0A"/>
    <w:rsid w:val="00F31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DA0"/>
    <w:rPr>
      <w:rFonts w:ascii="Liberation Sans" w:hAnsi="Liberation Sans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311C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</Words>
  <Characters>12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2</cp:revision>
  <dcterms:created xsi:type="dcterms:W3CDTF">2020-06-04T16:32:00Z</dcterms:created>
  <dcterms:modified xsi:type="dcterms:W3CDTF">2020-06-04T16:42:00Z</dcterms:modified>
</cp:coreProperties>
</file>